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A4F8A9E" w14:textId="77777777"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85503B" w:rsidRPr="0085503B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44346" w:rsidRPr="00044346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 </w:t>
      </w:r>
      <w:r w:rsidR="00D9081F" w:rsidRPr="00D9081F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 wp14:anchorId="38F76569" wp14:editId="05FA450A">
            <wp:extent cx="601200" cy="734247"/>
            <wp:effectExtent l="0" t="0" r="8890" b="8890"/>
            <wp:docPr id="2" name="Рисунок 2" descr="S:\общие\PISMA\2022\тестирование АМО\Шаблоны бланков\Герб\Куркинский р-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общие\PISMA\2022\тестирование АМО\Шаблоны бланков\Герб\Куркинский р-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00" cy="734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58C3E" w14:textId="77777777"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14:paraId="2661ECE2" w14:textId="77777777"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 w:rsidR="00E06FAE"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14:paraId="15C96316" w14:textId="77777777" w:rsidR="00E727C9" w:rsidRDefault="00D9081F" w:rsidP="00E06FAE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КУРКИНСКИЙ</w:t>
      </w:r>
      <w:r w:rsidR="00044346" w:rsidRPr="00044346">
        <w:rPr>
          <w:rFonts w:ascii="PT Astra Serif" w:hAnsi="PT Astra Serif"/>
          <w:b/>
          <w:sz w:val="34"/>
        </w:rPr>
        <w:t xml:space="preserve"> </w:t>
      </w:r>
      <w:r w:rsidR="00E727C9" w:rsidRPr="00E727C9">
        <w:rPr>
          <w:rFonts w:ascii="PT Astra Serif" w:hAnsi="PT Astra Serif"/>
          <w:b/>
          <w:sz w:val="34"/>
        </w:rPr>
        <w:t>РАЙОН</w:t>
      </w:r>
      <w:r w:rsidR="00E727C9">
        <w:rPr>
          <w:rFonts w:ascii="PT Astra Serif" w:hAnsi="PT Astra Serif"/>
          <w:b/>
          <w:sz w:val="34"/>
        </w:rPr>
        <w:t xml:space="preserve"> </w:t>
      </w:r>
    </w:p>
    <w:p w14:paraId="69EAF352" w14:textId="77777777" w:rsidR="00E727C9" w:rsidRDefault="00E727C9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14:paraId="758570B2" w14:textId="77777777" w:rsidR="005F6D36" w:rsidRPr="004964FF" w:rsidRDefault="005F6D36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4964FF">
        <w:rPr>
          <w:rFonts w:ascii="PT Astra Serif" w:hAnsi="PT Astra Serif"/>
          <w:b/>
          <w:sz w:val="33"/>
          <w:szCs w:val="33"/>
        </w:rPr>
        <w:t>ПОСТАНОВЛЕНИЕ</w:t>
      </w:r>
    </w:p>
    <w:p w14:paraId="1B4149B0" w14:textId="77777777" w:rsidR="005B2800" w:rsidRDefault="005B2800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7648B2" w14:paraId="03F1B1EC" w14:textId="77777777" w:rsidTr="00BA4658">
        <w:trPr>
          <w:trHeight w:val="146"/>
        </w:trPr>
        <w:tc>
          <w:tcPr>
            <w:tcW w:w="5846" w:type="dxa"/>
            <w:shd w:val="clear" w:color="auto" w:fill="auto"/>
          </w:tcPr>
          <w:p w14:paraId="32B4A381" w14:textId="373C0701" w:rsidR="005B2800" w:rsidRPr="006F2075" w:rsidRDefault="00D149D9" w:rsidP="006F2075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2A16C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8A3079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11.10.2023</w:t>
            </w:r>
          </w:p>
        </w:tc>
        <w:tc>
          <w:tcPr>
            <w:tcW w:w="2409" w:type="dxa"/>
            <w:shd w:val="clear" w:color="auto" w:fill="auto"/>
          </w:tcPr>
          <w:p w14:paraId="56F1590A" w14:textId="66C3B819" w:rsidR="005B2800" w:rsidRPr="006F2075" w:rsidRDefault="002A16C1" w:rsidP="006F2075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 w:rsidR="00D149D9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8A3079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575</w:t>
            </w:r>
          </w:p>
        </w:tc>
      </w:tr>
    </w:tbl>
    <w:p w14:paraId="6A4363AD" w14:textId="77777777"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14:paraId="3653E5D9" w14:textId="77777777"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14:paraId="32B6A41E" w14:textId="77777777" w:rsidR="00121392" w:rsidRDefault="00121392" w:rsidP="00121392">
      <w:pPr>
        <w:tabs>
          <w:tab w:val="left" w:pos="9360"/>
        </w:tabs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отчета об исполнении бюджета муниципального</w:t>
      </w:r>
    </w:p>
    <w:p w14:paraId="23C2D54A" w14:textId="3E7E76D0" w:rsidR="00121392" w:rsidRDefault="00121392" w:rsidP="00121392">
      <w:pPr>
        <w:tabs>
          <w:tab w:val="left" w:pos="9360"/>
        </w:tabs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образования Куркинский район за </w:t>
      </w:r>
      <w:r w:rsidR="00B3327E">
        <w:rPr>
          <w:b/>
          <w:sz w:val="28"/>
          <w:szCs w:val="28"/>
        </w:rPr>
        <w:t>9 месяцев</w:t>
      </w:r>
      <w:r w:rsidR="008A70C5">
        <w:rPr>
          <w:b/>
          <w:sz w:val="28"/>
          <w:szCs w:val="28"/>
        </w:rPr>
        <w:t xml:space="preserve"> 2023 года</w:t>
      </w:r>
    </w:p>
    <w:p w14:paraId="047D3451" w14:textId="77777777" w:rsidR="00121392" w:rsidRDefault="00121392" w:rsidP="00121392">
      <w:pPr>
        <w:tabs>
          <w:tab w:val="left" w:pos="9360"/>
        </w:tabs>
        <w:ind w:right="921" w:firstLine="900"/>
        <w:jc w:val="both"/>
        <w:rPr>
          <w:sz w:val="28"/>
          <w:szCs w:val="28"/>
        </w:rPr>
      </w:pPr>
    </w:p>
    <w:p w14:paraId="524CBAA3" w14:textId="77777777" w:rsidR="00121392" w:rsidRDefault="00121392" w:rsidP="00121392">
      <w:pPr>
        <w:tabs>
          <w:tab w:val="left" w:pos="9360"/>
        </w:tabs>
        <w:ind w:right="921" w:firstLine="900"/>
        <w:jc w:val="both"/>
        <w:rPr>
          <w:sz w:val="28"/>
          <w:szCs w:val="28"/>
        </w:rPr>
      </w:pPr>
    </w:p>
    <w:p w14:paraId="64A0F20A" w14:textId="77777777" w:rsidR="00121392" w:rsidRDefault="00121392" w:rsidP="00121392">
      <w:pPr>
        <w:tabs>
          <w:tab w:val="left" w:pos="9923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пунктом 5 статьи 264.2. Бюджетного Кодекса РФ, решением Собрания представителей муниципального образования Куркинский район от 21.12.2016 г. № 22-8 «Об утверждении Положения о бюджетном процессе в муниципальном образовании Куркинский район», на основании Устава муниципального образования Куркинский район, Администрация муниципального образования Куркинский район ПОСТАНОВЛЯЕТ</w:t>
      </w:r>
      <w:r w:rsidRPr="00756FFC">
        <w:rPr>
          <w:sz w:val="28"/>
          <w:szCs w:val="28"/>
        </w:rPr>
        <w:t>:</w:t>
      </w:r>
    </w:p>
    <w:p w14:paraId="0D7264AB" w14:textId="7E905E3C" w:rsidR="00121392" w:rsidRDefault="00121392" w:rsidP="00121392">
      <w:pPr>
        <w:numPr>
          <w:ilvl w:val="0"/>
          <w:numId w:val="2"/>
        </w:numPr>
        <w:tabs>
          <w:tab w:val="clear" w:pos="2625"/>
          <w:tab w:val="left" w:pos="0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отчет об исполнении бюджета муниципального образования Куркинский район за </w:t>
      </w:r>
      <w:r w:rsidR="00B3327E">
        <w:rPr>
          <w:sz w:val="28"/>
          <w:szCs w:val="28"/>
        </w:rPr>
        <w:t>9 месяцев</w:t>
      </w:r>
      <w:r w:rsidR="008A70C5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8A70C5">
        <w:rPr>
          <w:sz w:val="28"/>
          <w:szCs w:val="28"/>
        </w:rPr>
        <w:t>3</w:t>
      </w:r>
      <w:r>
        <w:rPr>
          <w:sz w:val="28"/>
          <w:szCs w:val="28"/>
        </w:rPr>
        <w:t xml:space="preserve"> года (прилагается).</w:t>
      </w:r>
    </w:p>
    <w:p w14:paraId="788CB156" w14:textId="77777777" w:rsidR="00121392" w:rsidRPr="00C13AF6" w:rsidRDefault="00121392" w:rsidP="00121392">
      <w:pPr>
        <w:numPr>
          <w:ilvl w:val="0"/>
          <w:numId w:val="2"/>
        </w:numPr>
        <w:tabs>
          <w:tab w:val="clear" w:pos="2625"/>
          <w:tab w:val="num" w:pos="1418"/>
        </w:tabs>
        <w:ind w:left="0" w:firstLine="709"/>
        <w:jc w:val="both"/>
        <w:rPr>
          <w:sz w:val="28"/>
          <w:szCs w:val="28"/>
        </w:rPr>
      </w:pPr>
      <w:r w:rsidRPr="00C13AF6">
        <w:rPr>
          <w:sz w:val="28"/>
          <w:szCs w:val="28"/>
        </w:rPr>
        <w:t>Отделу по взаимодействию с органами местного самоуправления</w:t>
      </w:r>
      <w:r>
        <w:rPr>
          <w:sz w:val="28"/>
          <w:szCs w:val="28"/>
        </w:rPr>
        <w:t xml:space="preserve"> и общественными организациями </w:t>
      </w:r>
      <w:r w:rsidRPr="00C13AF6">
        <w:rPr>
          <w:sz w:val="28"/>
          <w:szCs w:val="28"/>
        </w:rPr>
        <w:t>Администрации муниципального образования Куркинский район (Иосифова С.И.) обнародовать и разместить настоящее пос</w:t>
      </w:r>
      <w:r>
        <w:rPr>
          <w:sz w:val="28"/>
          <w:szCs w:val="28"/>
        </w:rPr>
        <w:t>тановление на официальном сайте</w:t>
      </w:r>
      <w:r w:rsidRPr="00C13AF6">
        <w:rPr>
          <w:sz w:val="28"/>
          <w:szCs w:val="28"/>
        </w:rPr>
        <w:t xml:space="preserve"> муниципального образования Куркинский район в информационно-телекоммуникационной сети Интернет.  </w:t>
      </w:r>
    </w:p>
    <w:p w14:paraId="487C1971" w14:textId="77777777" w:rsidR="00121392" w:rsidRDefault="00121392" w:rsidP="00121392">
      <w:pPr>
        <w:numPr>
          <w:ilvl w:val="0"/>
          <w:numId w:val="2"/>
        </w:numPr>
        <w:tabs>
          <w:tab w:val="clear" w:pos="2625"/>
          <w:tab w:val="left" w:pos="0"/>
        </w:tabs>
        <w:ind w:left="0" w:right="-2" w:firstLine="709"/>
        <w:jc w:val="both"/>
        <w:rPr>
          <w:sz w:val="28"/>
          <w:szCs w:val="28"/>
        </w:rPr>
      </w:pPr>
      <w:r w:rsidRPr="006170A0">
        <w:rPr>
          <w:sz w:val="28"/>
          <w:szCs w:val="28"/>
        </w:rPr>
        <w:t>Настоящее</w:t>
      </w:r>
      <w:r>
        <w:rPr>
          <w:sz w:val="28"/>
          <w:szCs w:val="28"/>
        </w:rPr>
        <w:t xml:space="preserve"> постановление вступает в силу со дня его обнародования.</w:t>
      </w:r>
    </w:p>
    <w:p w14:paraId="5BE8DECA" w14:textId="77777777" w:rsidR="00121392" w:rsidRDefault="00121392" w:rsidP="00121392">
      <w:pPr>
        <w:tabs>
          <w:tab w:val="left" w:pos="0"/>
        </w:tabs>
        <w:ind w:left="709" w:right="-2"/>
        <w:jc w:val="both"/>
        <w:rPr>
          <w:sz w:val="28"/>
          <w:szCs w:val="28"/>
        </w:rPr>
      </w:pPr>
    </w:p>
    <w:p w14:paraId="0FB7C3F4" w14:textId="77777777" w:rsidR="00121392" w:rsidRDefault="00121392" w:rsidP="00121392">
      <w:pPr>
        <w:ind w:left="2625"/>
        <w:jc w:val="both"/>
        <w:rPr>
          <w:sz w:val="28"/>
          <w:szCs w:val="28"/>
        </w:rPr>
      </w:pPr>
    </w:p>
    <w:p w14:paraId="17E50F95" w14:textId="77777777" w:rsidR="00121392" w:rsidRDefault="00121392" w:rsidP="00121392">
      <w:pPr>
        <w:ind w:left="2625"/>
        <w:jc w:val="both"/>
        <w:rPr>
          <w:sz w:val="28"/>
          <w:szCs w:val="28"/>
        </w:rPr>
      </w:pPr>
    </w:p>
    <w:p w14:paraId="14D11A10" w14:textId="77777777"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p w14:paraId="34E19781" w14:textId="77777777"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4"/>
        <w:gridCol w:w="2391"/>
        <w:gridCol w:w="2889"/>
      </w:tblGrid>
      <w:tr w:rsidR="002A16C1" w:rsidRPr="00276E92" w14:paraId="422AED55" w14:textId="77777777" w:rsidTr="000D05A0">
        <w:trPr>
          <w:trHeight w:val="229"/>
        </w:trPr>
        <w:tc>
          <w:tcPr>
            <w:tcW w:w="2178" w:type="pct"/>
          </w:tcPr>
          <w:p w14:paraId="4D7DF279" w14:textId="77777777" w:rsidR="002A16C1" w:rsidRPr="000D05A0" w:rsidRDefault="000D05A0" w:rsidP="0085503B">
            <w:pPr>
              <w:pStyle w:val="afa"/>
              <w:ind w:right="-119"/>
              <w:jc w:val="center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D9081F">
              <w:rPr>
                <w:rFonts w:ascii="PT Astra Serif" w:hAnsi="PT Astra Serif"/>
                <w:b/>
                <w:sz w:val="28"/>
                <w:szCs w:val="28"/>
              </w:rPr>
              <w:t>Куркинский</w:t>
            </w:r>
            <w:r w:rsidR="00044346" w:rsidRPr="00044346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</w:p>
        </w:tc>
        <w:tc>
          <w:tcPr>
            <w:tcW w:w="1278" w:type="pct"/>
            <w:vAlign w:val="center"/>
          </w:tcPr>
          <w:p w14:paraId="73CBF827" w14:textId="77777777"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14:paraId="72FBD518" w14:textId="77777777" w:rsidR="002A16C1" w:rsidRPr="00276E92" w:rsidRDefault="00D9081F" w:rsidP="002A16C1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Г.М. Калина</w:t>
            </w:r>
          </w:p>
        </w:tc>
      </w:tr>
    </w:tbl>
    <w:p w14:paraId="03DFBA36" w14:textId="77777777"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sectPr w:rsidR="001C32A8" w:rsidSect="00724E8F">
      <w:headerReference w:type="default" r:id="rId9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77928" w14:textId="77777777" w:rsidR="004E182C" w:rsidRDefault="004E182C">
      <w:r>
        <w:separator/>
      </w:r>
    </w:p>
  </w:endnote>
  <w:endnote w:type="continuationSeparator" w:id="0">
    <w:p w14:paraId="0779F530" w14:textId="77777777" w:rsidR="004E182C" w:rsidRDefault="004E1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9A658" w14:textId="77777777" w:rsidR="004E182C" w:rsidRDefault="004E182C">
      <w:r>
        <w:separator/>
      </w:r>
    </w:p>
  </w:footnote>
  <w:footnote w:type="continuationSeparator" w:id="0">
    <w:p w14:paraId="0257FBA6" w14:textId="77777777" w:rsidR="004E182C" w:rsidRDefault="004E1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D8001" w14:textId="77777777"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CEC3AE6"/>
    <w:multiLevelType w:val="hybridMultilevel"/>
    <w:tmpl w:val="77380F00"/>
    <w:lvl w:ilvl="0" w:tplc="47F03E4C">
      <w:start w:val="1"/>
      <w:numFmt w:val="decimal"/>
      <w:lvlText w:val="%1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787310519">
    <w:abstractNumId w:val="0"/>
  </w:num>
  <w:num w:numId="2" w16cid:durableId="2108037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641"/>
    <w:rsid w:val="00010179"/>
    <w:rsid w:val="00040B94"/>
    <w:rsid w:val="00043DDD"/>
    <w:rsid w:val="00044346"/>
    <w:rsid w:val="0004561B"/>
    <w:rsid w:val="00097D31"/>
    <w:rsid w:val="000D05A0"/>
    <w:rsid w:val="000E6231"/>
    <w:rsid w:val="000F03B2"/>
    <w:rsid w:val="00115CE3"/>
    <w:rsid w:val="0011670F"/>
    <w:rsid w:val="00121392"/>
    <w:rsid w:val="00140632"/>
    <w:rsid w:val="001454DD"/>
    <w:rsid w:val="0016136D"/>
    <w:rsid w:val="00174BF8"/>
    <w:rsid w:val="001A5FBD"/>
    <w:rsid w:val="001C32A8"/>
    <w:rsid w:val="001C7CE2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E54BE"/>
    <w:rsid w:val="003027C2"/>
    <w:rsid w:val="00322635"/>
    <w:rsid w:val="003A2384"/>
    <w:rsid w:val="003B184F"/>
    <w:rsid w:val="003D216B"/>
    <w:rsid w:val="0043514B"/>
    <w:rsid w:val="004752C3"/>
    <w:rsid w:val="0048387B"/>
    <w:rsid w:val="004964FF"/>
    <w:rsid w:val="004C74A2"/>
    <w:rsid w:val="004E182C"/>
    <w:rsid w:val="005264D1"/>
    <w:rsid w:val="005A4B10"/>
    <w:rsid w:val="005B2800"/>
    <w:rsid w:val="005B3753"/>
    <w:rsid w:val="005C6B9A"/>
    <w:rsid w:val="005F6D36"/>
    <w:rsid w:val="005F7562"/>
    <w:rsid w:val="005F7DEF"/>
    <w:rsid w:val="00631C5C"/>
    <w:rsid w:val="00634F6D"/>
    <w:rsid w:val="00675A2C"/>
    <w:rsid w:val="006F2075"/>
    <w:rsid w:val="007112E3"/>
    <w:rsid w:val="007143EE"/>
    <w:rsid w:val="00724E8F"/>
    <w:rsid w:val="00735804"/>
    <w:rsid w:val="00750ABC"/>
    <w:rsid w:val="00751008"/>
    <w:rsid w:val="00796661"/>
    <w:rsid w:val="007F12CE"/>
    <w:rsid w:val="007F4F01"/>
    <w:rsid w:val="007F5528"/>
    <w:rsid w:val="00826211"/>
    <w:rsid w:val="0083223B"/>
    <w:rsid w:val="0085503B"/>
    <w:rsid w:val="00867728"/>
    <w:rsid w:val="00886A38"/>
    <w:rsid w:val="008A3079"/>
    <w:rsid w:val="008A70C5"/>
    <w:rsid w:val="008F2E0C"/>
    <w:rsid w:val="009110D2"/>
    <w:rsid w:val="009A7968"/>
    <w:rsid w:val="00A24EB9"/>
    <w:rsid w:val="00A333F8"/>
    <w:rsid w:val="00B0593F"/>
    <w:rsid w:val="00B07248"/>
    <w:rsid w:val="00B3327E"/>
    <w:rsid w:val="00B562C1"/>
    <w:rsid w:val="00B63641"/>
    <w:rsid w:val="00BA4658"/>
    <w:rsid w:val="00BD2261"/>
    <w:rsid w:val="00CC4111"/>
    <w:rsid w:val="00CF25B5"/>
    <w:rsid w:val="00CF3559"/>
    <w:rsid w:val="00D149D9"/>
    <w:rsid w:val="00D9081F"/>
    <w:rsid w:val="00DA3E5B"/>
    <w:rsid w:val="00E03E77"/>
    <w:rsid w:val="00E06FAE"/>
    <w:rsid w:val="00E11B07"/>
    <w:rsid w:val="00E41E47"/>
    <w:rsid w:val="00E727C9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ED6BAB4"/>
  <w15:chartTrackingRefBased/>
  <w15:docId w15:val="{F79B9BD1-DE52-4819-A36B-3B13E8D5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F0E33-D119-4A22-85BA-583AD4518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6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Дина Клинова</cp:lastModifiedBy>
  <cp:revision>15</cp:revision>
  <cp:lastPrinted>2022-06-08T10:52:00Z</cp:lastPrinted>
  <dcterms:created xsi:type="dcterms:W3CDTF">2022-10-10T14:13:00Z</dcterms:created>
  <dcterms:modified xsi:type="dcterms:W3CDTF">2023-10-11T11:27:00Z</dcterms:modified>
</cp:coreProperties>
</file>