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58C112B6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0476A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18.07.2024</w:t>
            </w:r>
          </w:p>
        </w:tc>
        <w:tc>
          <w:tcPr>
            <w:tcW w:w="2409" w:type="dxa"/>
            <w:shd w:val="clear" w:color="auto" w:fill="auto"/>
          </w:tcPr>
          <w:p w14:paraId="56F1590A" w14:textId="6041742D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D5FF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0476A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434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05C7D98A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17C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37623">
        <w:rPr>
          <w:b/>
          <w:sz w:val="28"/>
          <w:szCs w:val="28"/>
        </w:rPr>
        <w:t>полугодие</w:t>
      </w:r>
      <w:r w:rsidR="00417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676D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17F0CBA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B31706">
        <w:rPr>
          <w:sz w:val="28"/>
          <w:szCs w:val="28"/>
        </w:rPr>
        <w:t xml:space="preserve">1 </w:t>
      </w:r>
      <w:r w:rsidR="00837623">
        <w:rPr>
          <w:sz w:val="28"/>
          <w:szCs w:val="28"/>
        </w:rPr>
        <w:t>полугодие</w:t>
      </w:r>
      <w:r w:rsidR="00B31706">
        <w:rPr>
          <w:sz w:val="28"/>
          <w:szCs w:val="28"/>
        </w:rPr>
        <w:t xml:space="preserve"> 202</w:t>
      </w:r>
      <w:r w:rsidR="00676D8A">
        <w:rPr>
          <w:sz w:val="28"/>
          <w:szCs w:val="28"/>
        </w:rPr>
        <w:t>4</w:t>
      </w:r>
      <w:r w:rsidR="00B31706">
        <w:rPr>
          <w:sz w:val="28"/>
          <w:szCs w:val="28"/>
        </w:rPr>
        <w:t xml:space="preserve">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41DA9AC7" w:rsidR="002A16C1" w:rsidRPr="000D05A0" w:rsidRDefault="00837623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676D8A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1FA2781F" w:rsidR="002A16C1" w:rsidRPr="00276E92" w:rsidRDefault="00837623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3E7EEE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24816" w14:textId="77777777" w:rsidR="004149C5" w:rsidRDefault="004149C5">
      <w:r>
        <w:separator/>
      </w:r>
    </w:p>
  </w:endnote>
  <w:endnote w:type="continuationSeparator" w:id="0">
    <w:p w14:paraId="40C723E4" w14:textId="77777777" w:rsidR="004149C5" w:rsidRDefault="0041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9051" w14:textId="77777777" w:rsidR="004149C5" w:rsidRDefault="004149C5">
      <w:r>
        <w:separator/>
      </w:r>
    </w:p>
  </w:footnote>
  <w:footnote w:type="continuationSeparator" w:id="0">
    <w:p w14:paraId="53D9CAB1" w14:textId="77777777" w:rsidR="004149C5" w:rsidRDefault="00414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476A1"/>
    <w:rsid w:val="00097D31"/>
    <w:rsid w:val="000D05A0"/>
    <w:rsid w:val="000D5FF3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C5137"/>
    <w:rsid w:val="003D216B"/>
    <w:rsid w:val="003E7EEE"/>
    <w:rsid w:val="004149C5"/>
    <w:rsid w:val="00417CC6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B798B"/>
    <w:rsid w:val="005C6B9A"/>
    <w:rsid w:val="005F6D36"/>
    <w:rsid w:val="005F7562"/>
    <w:rsid w:val="005F7DEF"/>
    <w:rsid w:val="00631C5C"/>
    <w:rsid w:val="00676D8A"/>
    <w:rsid w:val="006E3006"/>
    <w:rsid w:val="006F2075"/>
    <w:rsid w:val="007112E3"/>
    <w:rsid w:val="007143EE"/>
    <w:rsid w:val="00724E8F"/>
    <w:rsid w:val="00735804"/>
    <w:rsid w:val="00750ABC"/>
    <w:rsid w:val="0075100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37623"/>
    <w:rsid w:val="0085503B"/>
    <w:rsid w:val="00886A38"/>
    <w:rsid w:val="008F2E0C"/>
    <w:rsid w:val="00901B6E"/>
    <w:rsid w:val="009110D2"/>
    <w:rsid w:val="009A7968"/>
    <w:rsid w:val="00A13FDF"/>
    <w:rsid w:val="00A210A7"/>
    <w:rsid w:val="00A24EB9"/>
    <w:rsid w:val="00A32BE4"/>
    <w:rsid w:val="00A333F8"/>
    <w:rsid w:val="00A52E35"/>
    <w:rsid w:val="00B0593F"/>
    <w:rsid w:val="00B31706"/>
    <w:rsid w:val="00B562C1"/>
    <w:rsid w:val="00B63641"/>
    <w:rsid w:val="00BA4658"/>
    <w:rsid w:val="00BD2261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17</cp:revision>
  <cp:lastPrinted>2022-06-08T10:52:00Z</cp:lastPrinted>
  <dcterms:created xsi:type="dcterms:W3CDTF">2022-10-10T14:15:00Z</dcterms:created>
  <dcterms:modified xsi:type="dcterms:W3CDTF">2024-07-18T12:40:00Z</dcterms:modified>
</cp:coreProperties>
</file>