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A4F8A9E" w14:textId="77777777"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85503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04434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D9081F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38F76569" wp14:editId="05FA450A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58C3E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14:paraId="2661ECE2" w14:textId="77777777"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14:paraId="15C96316" w14:textId="77777777" w:rsidR="00E727C9" w:rsidRDefault="00D9081F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КУРКИНСКИЙ</w:t>
      </w:r>
      <w:r w:rsidR="00044346" w:rsidRPr="00044346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14:paraId="69EAF352" w14:textId="77777777"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14:paraId="758570B2" w14:textId="77777777"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14:paraId="1B4149B0" w14:textId="77777777"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14:paraId="03F1B1EC" w14:textId="77777777" w:rsidTr="00BA4658">
        <w:trPr>
          <w:trHeight w:val="146"/>
        </w:trPr>
        <w:tc>
          <w:tcPr>
            <w:tcW w:w="5846" w:type="dxa"/>
            <w:shd w:val="clear" w:color="auto" w:fill="auto"/>
          </w:tcPr>
          <w:p w14:paraId="32B4A381" w14:textId="38B9CC29" w:rsidR="005B2800" w:rsidRPr="006F2075" w:rsidRDefault="00D149D9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12.10.2022</w:t>
            </w:r>
          </w:p>
        </w:tc>
        <w:tc>
          <w:tcPr>
            <w:tcW w:w="2409" w:type="dxa"/>
            <w:shd w:val="clear" w:color="auto" w:fill="auto"/>
          </w:tcPr>
          <w:p w14:paraId="56F1590A" w14:textId="43986489" w:rsidR="005B2800" w:rsidRPr="006F2075" w:rsidRDefault="002A16C1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D149D9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728</w:t>
            </w:r>
          </w:p>
        </w:tc>
      </w:tr>
    </w:tbl>
    <w:p w14:paraId="6A4363AD" w14:textId="77777777"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14:paraId="3653E5D9" w14:textId="77777777"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14:paraId="32B6A41E" w14:textId="77777777" w:rsidR="00121392" w:rsidRDefault="00121392" w:rsidP="00121392">
      <w:pPr>
        <w:tabs>
          <w:tab w:val="left" w:pos="9360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 муниципального</w:t>
      </w:r>
    </w:p>
    <w:p w14:paraId="23C2D54A" w14:textId="18BFD18A" w:rsidR="00121392" w:rsidRDefault="00121392" w:rsidP="00121392">
      <w:pPr>
        <w:tabs>
          <w:tab w:val="left" w:pos="9360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Куркинский район за 9 месяцев 2022 года</w:t>
      </w:r>
    </w:p>
    <w:p w14:paraId="047D3451" w14:textId="77777777" w:rsidR="00121392" w:rsidRDefault="00121392" w:rsidP="00121392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524CBAA3" w14:textId="77777777" w:rsidR="00121392" w:rsidRDefault="00121392" w:rsidP="00121392">
      <w:pPr>
        <w:tabs>
          <w:tab w:val="left" w:pos="9360"/>
        </w:tabs>
        <w:ind w:right="921" w:firstLine="900"/>
        <w:jc w:val="both"/>
        <w:rPr>
          <w:sz w:val="28"/>
          <w:szCs w:val="28"/>
        </w:rPr>
      </w:pPr>
    </w:p>
    <w:p w14:paraId="64A0F20A" w14:textId="77777777" w:rsidR="00121392" w:rsidRDefault="00121392" w:rsidP="00121392">
      <w:pPr>
        <w:tabs>
          <w:tab w:val="left" w:pos="9923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пунктом 5 статьи 264.2. Бюджетного Кодекса РФ, решением Собрания представителей муниципального образования Куркинский район от 21.12.2016 г. № 22-8 «Об утверждении Положения о бюджетном процессе в муниципальном образовании Куркинский район», на основании Устава муниципального образования Куркинский район, Администрация муниципального образования Куркинский район ПОСТАНОВЛЯЕТ</w:t>
      </w:r>
      <w:r w:rsidRPr="00756FFC">
        <w:rPr>
          <w:sz w:val="28"/>
          <w:szCs w:val="28"/>
        </w:rPr>
        <w:t>:</w:t>
      </w:r>
    </w:p>
    <w:p w14:paraId="0D7264AB" w14:textId="30E3AE51" w:rsidR="00121392" w:rsidRDefault="00121392" w:rsidP="00121392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об исполнении бюджета муниципального образования Куркинский район за 9 месяцев 2022 года (прилагается).</w:t>
      </w:r>
    </w:p>
    <w:p w14:paraId="788CB156" w14:textId="77777777" w:rsidR="00121392" w:rsidRPr="00C13AF6" w:rsidRDefault="00121392" w:rsidP="00121392">
      <w:pPr>
        <w:numPr>
          <w:ilvl w:val="0"/>
          <w:numId w:val="2"/>
        </w:numPr>
        <w:tabs>
          <w:tab w:val="clear" w:pos="2625"/>
          <w:tab w:val="num" w:pos="1418"/>
        </w:tabs>
        <w:ind w:left="0" w:firstLine="709"/>
        <w:jc w:val="both"/>
        <w:rPr>
          <w:sz w:val="28"/>
          <w:szCs w:val="28"/>
        </w:rPr>
      </w:pPr>
      <w:r w:rsidRPr="00C13AF6">
        <w:rPr>
          <w:sz w:val="28"/>
          <w:szCs w:val="28"/>
        </w:rPr>
        <w:t>Отделу по взаимодействию с органами местного самоуправления</w:t>
      </w:r>
      <w:r>
        <w:rPr>
          <w:sz w:val="28"/>
          <w:szCs w:val="28"/>
        </w:rPr>
        <w:t xml:space="preserve"> и общественными организациями </w:t>
      </w:r>
      <w:r w:rsidRPr="00C13AF6">
        <w:rPr>
          <w:sz w:val="28"/>
          <w:szCs w:val="28"/>
        </w:rPr>
        <w:t>Администрации муниципального образования Куркинский район (Иосифова С.И.) обнародовать и разместить настоящее пос</w:t>
      </w:r>
      <w:r>
        <w:rPr>
          <w:sz w:val="28"/>
          <w:szCs w:val="28"/>
        </w:rPr>
        <w:t>тановление на официальном сайте</w:t>
      </w:r>
      <w:r w:rsidRPr="00C13AF6">
        <w:rPr>
          <w:sz w:val="28"/>
          <w:szCs w:val="28"/>
        </w:rPr>
        <w:t xml:space="preserve"> муниципального образования Куркинский район в информационно-телекоммуникационной сети Интернет.  </w:t>
      </w:r>
    </w:p>
    <w:p w14:paraId="487C1971" w14:textId="77777777" w:rsidR="00121392" w:rsidRDefault="00121392" w:rsidP="00121392">
      <w:pPr>
        <w:numPr>
          <w:ilvl w:val="0"/>
          <w:numId w:val="2"/>
        </w:numPr>
        <w:tabs>
          <w:tab w:val="clear" w:pos="2625"/>
          <w:tab w:val="left" w:pos="0"/>
        </w:tabs>
        <w:ind w:left="0" w:right="-2" w:firstLine="709"/>
        <w:jc w:val="both"/>
        <w:rPr>
          <w:sz w:val="28"/>
          <w:szCs w:val="28"/>
        </w:rPr>
      </w:pPr>
      <w:r w:rsidRPr="006170A0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постановление вступает в силу со дня его обнародования.</w:t>
      </w:r>
    </w:p>
    <w:p w14:paraId="5BE8DECA" w14:textId="77777777" w:rsidR="00121392" w:rsidRDefault="00121392" w:rsidP="00121392">
      <w:pPr>
        <w:tabs>
          <w:tab w:val="left" w:pos="0"/>
        </w:tabs>
        <w:ind w:left="709" w:right="-2"/>
        <w:jc w:val="both"/>
        <w:rPr>
          <w:sz w:val="28"/>
          <w:szCs w:val="28"/>
        </w:rPr>
      </w:pPr>
    </w:p>
    <w:p w14:paraId="0FB7C3F4" w14:textId="77777777" w:rsidR="00121392" w:rsidRDefault="00121392" w:rsidP="00121392">
      <w:pPr>
        <w:ind w:left="2625"/>
        <w:jc w:val="both"/>
        <w:rPr>
          <w:sz w:val="28"/>
          <w:szCs w:val="28"/>
        </w:rPr>
      </w:pPr>
    </w:p>
    <w:p w14:paraId="17E50F95" w14:textId="77777777" w:rsidR="00121392" w:rsidRDefault="00121392" w:rsidP="00121392">
      <w:pPr>
        <w:ind w:left="2625"/>
        <w:jc w:val="both"/>
        <w:rPr>
          <w:sz w:val="28"/>
          <w:szCs w:val="28"/>
        </w:rPr>
      </w:pPr>
    </w:p>
    <w:p w14:paraId="14D11A10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14:paraId="34E19781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276E92" w14:paraId="422AED55" w14:textId="77777777" w:rsidTr="000D05A0">
        <w:trPr>
          <w:trHeight w:val="229"/>
        </w:trPr>
        <w:tc>
          <w:tcPr>
            <w:tcW w:w="2178" w:type="pct"/>
          </w:tcPr>
          <w:p w14:paraId="4D7DF279" w14:textId="77777777" w:rsidR="002A16C1" w:rsidRPr="000D05A0" w:rsidRDefault="000D05A0" w:rsidP="0085503B">
            <w:pPr>
              <w:pStyle w:val="afa"/>
              <w:ind w:right="-119"/>
              <w:jc w:val="center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D9081F">
              <w:rPr>
                <w:rFonts w:ascii="PT Astra Serif" w:hAnsi="PT Astra Serif"/>
                <w:b/>
                <w:sz w:val="28"/>
                <w:szCs w:val="28"/>
              </w:rPr>
              <w:t>Куркинский</w:t>
            </w:r>
            <w:r w:rsidR="00044346" w:rsidRPr="0004434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14:paraId="73CBF827" w14:textId="77777777"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14:paraId="72FBD518" w14:textId="77777777" w:rsidR="002A16C1" w:rsidRPr="00276E92" w:rsidRDefault="00D9081F" w:rsidP="002A16C1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Г.М. Калина</w:t>
            </w:r>
          </w:p>
        </w:tc>
      </w:tr>
    </w:tbl>
    <w:p w14:paraId="03DFBA36" w14:textId="77777777"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sectPr w:rsidR="001C32A8" w:rsidSect="00724E8F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8AA04" w14:textId="77777777" w:rsidR="001454DD" w:rsidRDefault="001454DD">
      <w:r>
        <w:separator/>
      </w:r>
    </w:p>
  </w:endnote>
  <w:endnote w:type="continuationSeparator" w:id="0">
    <w:p w14:paraId="34EEB990" w14:textId="77777777" w:rsidR="001454DD" w:rsidRDefault="00145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7369E" w14:textId="77777777" w:rsidR="001454DD" w:rsidRDefault="001454DD">
      <w:r>
        <w:separator/>
      </w:r>
    </w:p>
  </w:footnote>
  <w:footnote w:type="continuationSeparator" w:id="0">
    <w:p w14:paraId="2F02206C" w14:textId="77777777" w:rsidR="001454DD" w:rsidRDefault="00145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D8001" w14:textId="77777777"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CEC3AE6"/>
    <w:multiLevelType w:val="hybridMultilevel"/>
    <w:tmpl w:val="77380F00"/>
    <w:lvl w:ilvl="0" w:tplc="47F03E4C">
      <w:start w:val="1"/>
      <w:numFmt w:val="decimal"/>
      <w:lvlText w:val="%1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787310519">
    <w:abstractNumId w:val="0"/>
  </w:num>
  <w:num w:numId="2" w16cid:durableId="2108037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641"/>
    <w:rsid w:val="00010179"/>
    <w:rsid w:val="00043DDD"/>
    <w:rsid w:val="00044346"/>
    <w:rsid w:val="0004561B"/>
    <w:rsid w:val="00097D31"/>
    <w:rsid w:val="000D05A0"/>
    <w:rsid w:val="000E6231"/>
    <w:rsid w:val="000F03B2"/>
    <w:rsid w:val="00115CE3"/>
    <w:rsid w:val="0011670F"/>
    <w:rsid w:val="00121392"/>
    <w:rsid w:val="00140632"/>
    <w:rsid w:val="001454DD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3027C2"/>
    <w:rsid w:val="00322635"/>
    <w:rsid w:val="003A2384"/>
    <w:rsid w:val="003B184F"/>
    <w:rsid w:val="003D216B"/>
    <w:rsid w:val="0043514B"/>
    <w:rsid w:val="0048387B"/>
    <w:rsid w:val="004964FF"/>
    <w:rsid w:val="004C74A2"/>
    <w:rsid w:val="005A4B10"/>
    <w:rsid w:val="005B2800"/>
    <w:rsid w:val="005B3753"/>
    <w:rsid w:val="005C6B9A"/>
    <w:rsid w:val="005F6D36"/>
    <w:rsid w:val="005F7562"/>
    <w:rsid w:val="005F7DEF"/>
    <w:rsid w:val="00631C5C"/>
    <w:rsid w:val="006F2075"/>
    <w:rsid w:val="007112E3"/>
    <w:rsid w:val="007143EE"/>
    <w:rsid w:val="00724E8F"/>
    <w:rsid w:val="00735804"/>
    <w:rsid w:val="00750ABC"/>
    <w:rsid w:val="00751008"/>
    <w:rsid w:val="00796661"/>
    <w:rsid w:val="007F12CE"/>
    <w:rsid w:val="007F4F01"/>
    <w:rsid w:val="007F5528"/>
    <w:rsid w:val="00826211"/>
    <w:rsid w:val="0083223B"/>
    <w:rsid w:val="0085503B"/>
    <w:rsid w:val="00886A38"/>
    <w:rsid w:val="008F2E0C"/>
    <w:rsid w:val="009110D2"/>
    <w:rsid w:val="009A7968"/>
    <w:rsid w:val="00A24EB9"/>
    <w:rsid w:val="00A333F8"/>
    <w:rsid w:val="00B0593F"/>
    <w:rsid w:val="00B562C1"/>
    <w:rsid w:val="00B63641"/>
    <w:rsid w:val="00BA4658"/>
    <w:rsid w:val="00BD2261"/>
    <w:rsid w:val="00CC4111"/>
    <w:rsid w:val="00CF25B5"/>
    <w:rsid w:val="00CF3559"/>
    <w:rsid w:val="00D149D9"/>
    <w:rsid w:val="00D9081F"/>
    <w:rsid w:val="00E03E77"/>
    <w:rsid w:val="00E06FAE"/>
    <w:rsid w:val="00E11B07"/>
    <w:rsid w:val="00E41E47"/>
    <w:rsid w:val="00E727C9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D6BAB4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F0E33-D119-4A22-85BA-583AD451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4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Дина Клинова</cp:lastModifiedBy>
  <cp:revision>5</cp:revision>
  <cp:lastPrinted>2022-06-08T10:52:00Z</cp:lastPrinted>
  <dcterms:created xsi:type="dcterms:W3CDTF">2022-10-10T14:13:00Z</dcterms:created>
  <dcterms:modified xsi:type="dcterms:W3CDTF">2022-10-12T08:59:00Z</dcterms:modified>
</cp:coreProperties>
</file>