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3EE5C30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17433BE9" wp14:editId="095E19B6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35ABA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1ACC81B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329A0647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59EFAABB" w14:textId="77777777" w:rsidR="005F6D36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5A75B913" w14:textId="77777777" w:rsidR="00F77260" w:rsidRPr="004964FF" w:rsidRDefault="00F77260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20C38388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7149F261" w14:textId="011105D7" w:rsidR="005B2800" w:rsidRPr="006F2075" w:rsidRDefault="008A1D31" w:rsidP="00183393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BF274A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FE73D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14.03.</w:t>
            </w:r>
            <w:r w:rsidR="00FE73D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20</w:t>
            </w:r>
            <w:r w:rsidR="003714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</w:t>
            </w:r>
            <w:r w:rsidR="0018339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  <w:r w:rsidR="007D6FE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09" w:type="dxa"/>
            <w:shd w:val="clear" w:color="auto" w:fill="auto"/>
          </w:tcPr>
          <w:p w14:paraId="3CE46355" w14:textId="5AA29F03" w:rsidR="005B2800" w:rsidRPr="006F2075" w:rsidRDefault="002A16C1" w:rsidP="008A1D31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BF274A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8A1D3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163</w:t>
            </w:r>
            <w:r w:rsidR="00FE73D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14:paraId="05EA3B5A" w14:textId="77777777" w:rsidR="00D024DB" w:rsidRDefault="00D024DB" w:rsidP="00D024DB">
      <w:pPr>
        <w:jc w:val="center"/>
        <w:rPr>
          <w:rFonts w:ascii="Arial" w:hAnsi="Arial" w:cs="Arial"/>
          <w:b/>
          <w:sz w:val="28"/>
          <w:szCs w:val="28"/>
        </w:rPr>
      </w:pPr>
    </w:p>
    <w:p w14:paraId="18784397" w14:textId="099DB41B" w:rsidR="004A6BBB" w:rsidRDefault="000C6BC6" w:rsidP="001B2D4C">
      <w:pPr>
        <w:suppressAutoHyphens w:val="0"/>
        <w:jc w:val="center"/>
        <w:rPr>
          <w:b/>
          <w:sz w:val="28"/>
          <w:szCs w:val="28"/>
        </w:rPr>
      </w:pPr>
      <w:r w:rsidRPr="004A6BBB">
        <w:rPr>
          <w:b/>
          <w:bCs/>
          <w:sz w:val="28"/>
          <w:szCs w:val="28"/>
          <w:lang w:eastAsia="ru-RU"/>
        </w:rPr>
        <w:t xml:space="preserve">Об утверждении </w:t>
      </w:r>
      <w:r w:rsidR="004A6BBB" w:rsidRPr="004A6BBB">
        <w:rPr>
          <w:b/>
          <w:sz w:val="28"/>
          <w:szCs w:val="28"/>
        </w:rPr>
        <w:t xml:space="preserve">перечня многоквартирных домов по </w:t>
      </w:r>
      <w:r w:rsidR="001B2D4C">
        <w:rPr>
          <w:b/>
          <w:sz w:val="28"/>
          <w:szCs w:val="28"/>
        </w:rPr>
        <w:t>благоустройству придомовых территорий.</w:t>
      </w:r>
    </w:p>
    <w:p w14:paraId="02131F9E" w14:textId="77777777" w:rsidR="001B2D4C" w:rsidRDefault="001B2D4C" w:rsidP="001B2D4C">
      <w:pPr>
        <w:suppressAutoHyphens w:val="0"/>
        <w:jc w:val="center"/>
        <w:rPr>
          <w:sz w:val="28"/>
          <w:szCs w:val="28"/>
          <w:lang w:eastAsia="ru-RU"/>
        </w:rPr>
      </w:pPr>
    </w:p>
    <w:p w14:paraId="1D59B749" w14:textId="022615F4" w:rsidR="000C6BC6" w:rsidRPr="00493CFE" w:rsidRDefault="004A6BBB" w:rsidP="004A6BBB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31556C" w:rsidRPr="00493CFE">
        <w:rPr>
          <w:sz w:val="28"/>
          <w:szCs w:val="28"/>
          <w:lang w:eastAsia="ru-RU"/>
        </w:rPr>
        <w:t xml:space="preserve">В соответствии с </w:t>
      </w:r>
      <w:r w:rsidR="0031556C" w:rsidRPr="00493CFE">
        <w:rPr>
          <w:sz w:val="28"/>
          <w:szCs w:val="28"/>
        </w:rPr>
        <w:t>Порядком предоставления 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на выполнение работ по ремонту общего имущества в многоквартирных домах</w:t>
      </w:r>
      <w:r w:rsidR="00493CFE" w:rsidRPr="00493CFE">
        <w:rPr>
          <w:sz w:val="28"/>
          <w:szCs w:val="28"/>
        </w:rPr>
        <w:t xml:space="preserve">, утвержденным Постановлением от </w:t>
      </w:r>
      <w:r w:rsidR="007730BD">
        <w:rPr>
          <w:sz w:val="28"/>
          <w:szCs w:val="28"/>
        </w:rPr>
        <w:t>24.02.2025</w:t>
      </w:r>
      <w:r w:rsidR="00493CFE" w:rsidRPr="00493CFE">
        <w:rPr>
          <w:sz w:val="28"/>
          <w:szCs w:val="28"/>
        </w:rPr>
        <w:t xml:space="preserve">. № </w:t>
      </w:r>
      <w:r w:rsidR="007730BD">
        <w:rPr>
          <w:sz w:val="28"/>
          <w:szCs w:val="28"/>
        </w:rPr>
        <w:t>123</w:t>
      </w:r>
      <w:r w:rsidR="00493CFE" w:rsidRPr="00493CFE">
        <w:rPr>
          <w:sz w:val="28"/>
          <w:szCs w:val="28"/>
        </w:rPr>
        <w:t>,</w:t>
      </w:r>
      <w:r w:rsidR="0031556C" w:rsidRPr="00493CFE">
        <w:rPr>
          <w:sz w:val="28"/>
          <w:szCs w:val="28"/>
        </w:rPr>
        <w:t xml:space="preserve"> </w:t>
      </w:r>
      <w:r w:rsidR="000C6BC6" w:rsidRPr="00493CFE">
        <w:rPr>
          <w:sz w:val="28"/>
          <w:szCs w:val="28"/>
          <w:lang w:eastAsia="ru-RU"/>
        </w:rPr>
        <w:t>на основании Устава муниципального образования Куркинский район Администрация муниципального образования Куркинский район ПОСТАНОВЛЯЕТ:</w:t>
      </w:r>
    </w:p>
    <w:p w14:paraId="15D939F9" w14:textId="77777777" w:rsidR="000C6BC6" w:rsidRPr="000C6BC6" w:rsidRDefault="000C6BC6" w:rsidP="000C6BC6">
      <w:pPr>
        <w:suppressAutoHyphens w:val="0"/>
        <w:jc w:val="both"/>
        <w:rPr>
          <w:bCs/>
          <w:sz w:val="28"/>
          <w:szCs w:val="28"/>
          <w:lang w:eastAsia="ru-RU"/>
        </w:rPr>
      </w:pPr>
    </w:p>
    <w:p w14:paraId="77760EB9" w14:textId="08CAD141" w:rsidR="000C6BC6" w:rsidRPr="004A6BBB" w:rsidRDefault="000C6BC6" w:rsidP="00007198">
      <w:pPr>
        <w:suppressAutoHyphens w:val="0"/>
        <w:jc w:val="both"/>
        <w:rPr>
          <w:sz w:val="28"/>
          <w:szCs w:val="28"/>
        </w:rPr>
      </w:pPr>
      <w:r w:rsidRPr="000C6BC6">
        <w:rPr>
          <w:bCs/>
          <w:sz w:val="28"/>
          <w:szCs w:val="28"/>
          <w:lang w:eastAsia="ru-RU"/>
        </w:rPr>
        <w:t xml:space="preserve">1. </w:t>
      </w:r>
      <w:r w:rsidRPr="00007198">
        <w:rPr>
          <w:bCs/>
          <w:sz w:val="28"/>
          <w:szCs w:val="28"/>
          <w:lang w:eastAsia="ru-RU"/>
        </w:rPr>
        <w:t xml:space="preserve">Утвердить </w:t>
      </w:r>
      <w:r w:rsidR="004A6BBB" w:rsidRPr="004A6BBB">
        <w:rPr>
          <w:sz w:val="28"/>
          <w:szCs w:val="28"/>
        </w:rPr>
        <w:t>переч</w:t>
      </w:r>
      <w:r w:rsidR="004A6BBB">
        <w:rPr>
          <w:sz w:val="28"/>
          <w:szCs w:val="28"/>
        </w:rPr>
        <w:t>е</w:t>
      </w:r>
      <w:r w:rsidR="004A6BBB" w:rsidRPr="004A6BBB">
        <w:rPr>
          <w:sz w:val="28"/>
          <w:szCs w:val="28"/>
        </w:rPr>
        <w:t>н</w:t>
      </w:r>
      <w:r w:rsidR="004A6BBB">
        <w:rPr>
          <w:sz w:val="28"/>
          <w:szCs w:val="28"/>
        </w:rPr>
        <w:t>ь</w:t>
      </w:r>
      <w:r w:rsidR="001B2D4C">
        <w:rPr>
          <w:sz w:val="28"/>
          <w:szCs w:val="28"/>
        </w:rPr>
        <w:t xml:space="preserve"> многоквартирных домов по </w:t>
      </w:r>
      <w:r w:rsidR="001B2D4C" w:rsidRPr="001B2D4C">
        <w:rPr>
          <w:sz w:val="28"/>
          <w:szCs w:val="28"/>
        </w:rPr>
        <w:t>благоу</w:t>
      </w:r>
      <w:r w:rsidR="001B2D4C">
        <w:rPr>
          <w:sz w:val="28"/>
          <w:szCs w:val="28"/>
        </w:rPr>
        <w:t>стройству придомовых территорий</w:t>
      </w:r>
      <w:r w:rsidR="004A6BBB">
        <w:rPr>
          <w:sz w:val="28"/>
          <w:szCs w:val="28"/>
        </w:rPr>
        <w:t xml:space="preserve">, </w:t>
      </w:r>
      <w:r w:rsidR="00007198">
        <w:rPr>
          <w:bCs/>
          <w:sz w:val="28"/>
          <w:szCs w:val="28"/>
          <w:lang w:eastAsia="ru-RU"/>
        </w:rPr>
        <w:t>согласно приложению.</w:t>
      </w:r>
    </w:p>
    <w:p w14:paraId="2DA33F81" w14:textId="040F054F" w:rsidR="00007198" w:rsidRDefault="000C6BC6" w:rsidP="00007198">
      <w:pPr>
        <w:suppressAutoHyphens w:val="0"/>
        <w:jc w:val="both"/>
        <w:rPr>
          <w:bCs/>
          <w:sz w:val="28"/>
          <w:szCs w:val="28"/>
          <w:lang w:eastAsia="ru-RU"/>
        </w:rPr>
      </w:pPr>
      <w:r w:rsidRPr="000C6BC6">
        <w:rPr>
          <w:bCs/>
          <w:sz w:val="28"/>
          <w:szCs w:val="28"/>
          <w:lang w:eastAsia="ru-RU"/>
        </w:rPr>
        <w:t xml:space="preserve">2. </w:t>
      </w:r>
      <w:r w:rsidR="004A6BBB">
        <w:rPr>
          <w:bCs/>
          <w:sz w:val="28"/>
          <w:szCs w:val="28"/>
          <w:lang w:eastAsia="ru-RU"/>
        </w:rPr>
        <w:t xml:space="preserve"> </w:t>
      </w:r>
      <w:r w:rsidRPr="000C6BC6">
        <w:rPr>
          <w:bCs/>
          <w:sz w:val="28"/>
          <w:szCs w:val="28"/>
          <w:lang w:eastAsia="ru-RU"/>
        </w:rPr>
        <w:t xml:space="preserve">Контроль за исполнением постановления </w:t>
      </w:r>
      <w:r w:rsidR="00007198">
        <w:rPr>
          <w:bCs/>
          <w:sz w:val="28"/>
          <w:szCs w:val="28"/>
          <w:lang w:eastAsia="ru-RU"/>
        </w:rPr>
        <w:t xml:space="preserve">возложить на заместителя главы Администрации МО Куркинский район Лысенкову О.С. </w:t>
      </w:r>
    </w:p>
    <w:p w14:paraId="2A410166" w14:textId="4F4B5422" w:rsidR="000C6BC6" w:rsidRPr="00007198" w:rsidRDefault="000C6BC6" w:rsidP="00007198">
      <w:pPr>
        <w:suppressAutoHyphens w:val="0"/>
        <w:jc w:val="both"/>
        <w:rPr>
          <w:bCs/>
          <w:sz w:val="28"/>
          <w:szCs w:val="28"/>
          <w:lang w:eastAsia="ru-RU"/>
        </w:rPr>
      </w:pPr>
      <w:r w:rsidRPr="000C6BC6">
        <w:rPr>
          <w:sz w:val="28"/>
          <w:szCs w:val="28"/>
          <w:lang w:eastAsia="ru-RU"/>
        </w:rPr>
        <w:t xml:space="preserve">3. </w:t>
      </w:r>
      <w:r w:rsidR="004A6BBB">
        <w:rPr>
          <w:sz w:val="28"/>
          <w:szCs w:val="28"/>
          <w:lang w:eastAsia="ru-RU"/>
        </w:rPr>
        <w:t xml:space="preserve"> </w:t>
      </w:r>
      <w:r w:rsidRPr="000C6BC6">
        <w:rPr>
          <w:sz w:val="28"/>
          <w:szCs w:val="28"/>
          <w:lang w:eastAsia="ru-RU"/>
        </w:rPr>
        <w:t>Постановление вступает в силу со дня его подписания.</w:t>
      </w:r>
    </w:p>
    <w:p w14:paraId="1F7AC1A8" w14:textId="77777777" w:rsidR="00C8383A" w:rsidRPr="00A85843" w:rsidRDefault="00C8383A" w:rsidP="00C8383A">
      <w:pPr>
        <w:jc w:val="both"/>
        <w:rPr>
          <w:b/>
          <w:sz w:val="28"/>
          <w:szCs w:val="28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2391"/>
        <w:gridCol w:w="2889"/>
      </w:tblGrid>
      <w:tr w:rsidR="002A16C1" w:rsidRPr="00276E92" w14:paraId="09F6AF90" w14:textId="77777777" w:rsidTr="000D05A0">
        <w:trPr>
          <w:trHeight w:val="229"/>
        </w:trPr>
        <w:tc>
          <w:tcPr>
            <w:tcW w:w="2178" w:type="pct"/>
          </w:tcPr>
          <w:p w14:paraId="0F798D22" w14:textId="77777777" w:rsidR="0042451A" w:rsidRDefault="00C8383A" w:rsidP="00EF37BA">
            <w:pPr>
              <w:pStyle w:val="afb"/>
              <w:ind w:right="-11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</w:p>
          <w:p w14:paraId="2E870593" w14:textId="77777777" w:rsidR="0042451A" w:rsidRDefault="0042451A" w:rsidP="00EF37BA">
            <w:pPr>
              <w:pStyle w:val="afb"/>
              <w:ind w:right="-119"/>
              <w:jc w:val="center"/>
              <w:rPr>
                <w:b/>
                <w:sz w:val="28"/>
                <w:szCs w:val="28"/>
              </w:rPr>
            </w:pPr>
          </w:p>
          <w:p w14:paraId="1104DDF0" w14:textId="77777777" w:rsidR="0042451A" w:rsidRDefault="0042451A" w:rsidP="00EF37BA">
            <w:pPr>
              <w:pStyle w:val="afb"/>
              <w:ind w:right="-119"/>
              <w:jc w:val="center"/>
              <w:rPr>
                <w:b/>
                <w:sz w:val="28"/>
                <w:szCs w:val="28"/>
              </w:rPr>
            </w:pPr>
          </w:p>
          <w:p w14:paraId="583B8E0F" w14:textId="0CED91F3" w:rsidR="002A16C1" w:rsidRPr="000D05A0" w:rsidRDefault="00C8383A" w:rsidP="00EF37BA">
            <w:pPr>
              <w:pStyle w:val="afb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</w:t>
            </w:r>
            <w:r w:rsidR="00EF37BA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FC5AA31" w14:textId="5A62B444" w:rsidR="002A16C1" w:rsidRPr="00276E92" w:rsidRDefault="002A16C1" w:rsidP="001B202E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5D1F0459" w14:textId="77777777"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2B66CAA1" w14:textId="77777777" w:rsidR="001408F8" w:rsidRDefault="00E3106C" w:rsidP="001408F8">
      <w:pPr>
        <w:pStyle w:val="afe"/>
        <w:jc w:val="right"/>
      </w:pPr>
      <w:r>
        <w:t xml:space="preserve">                                                                                                                     </w:t>
      </w:r>
    </w:p>
    <w:sectPr w:rsidR="001408F8" w:rsidSect="001408F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E5B7F" w14:textId="77777777" w:rsidR="00FC7754" w:rsidRDefault="00FC7754">
      <w:r>
        <w:separator/>
      </w:r>
    </w:p>
  </w:endnote>
  <w:endnote w:type="continuationSeparator" w:id="0">
    <w:p w14:paraId="65856DF9" w14:textId="77777777" w:rsidR="00FC7754" w:rsidRDefault="00FC7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DC8AE" w14:textId="77777777" w:rsidR="00FC7754" w:rsidRDefault="00FC7754">
      <w:r>
        <w:separator/>
      </w:r>
    </w:p>
  </w:footnote>
  <w:footnote w:type="continuationSeparator" w:id="0">
    <w:p w14:paraId="6E53B084" w14:textId="77777777" w:rsidR="00FC7754" w:rsidRDefault="00FC7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7F3B5E"/>
    <w:multiLevelType w:val="multilevel"/>
    <w:tmpl w:val="7B2CB1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080"/>
      </w:pPr>
    </w:lvl>
  </w:abstractNum>
  <w:abstractNum w:abstractNumId="2" w15:restartNumberingAfterBreak="0">
    <w:nsid w:val="18B86E49"/>
    <w:multiLevelType w:val="hybridMultilevel"/>
    <w:tmpl w:val="998ABF18"/>
    <w:lvl w:ilvl="0" w:tplc="CA746E8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1948265D"/>
    <w:multiLevelType w:val="hybridMultilevel"/>
    <w:tmpl w:val="E3329E22"/>
    <w:lvl w:ilvl="0" w:tplc="15B40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0E0284">
      <w:numFmt w:val="none"/>
      <w:lvlText w:val=""/>
      <w:lvlJc w:val="left"/>
      <w:pPr>
        <w:tabs>
          <w:tab w:val="num" w:pos="360"/>
        </w:tabs>
      </w:pPr>
    </w:lvl>
    <w:lvl w:ilvl="2" w:tplc="C33E9C94">
      <w:numFmt w:val="none"/>
      <w:lvlText w:val=""/>
      <w:lvlJc w:val="left"/>
      <w:pPr>
        <w:tabs>
          <w:tab w:val="num" w:pos="360"/>
        </w:tabs>
      </w:pPr>
    </w:lvl>
    <w:lvl w:ilvl="3" w:tplc="7E0E6EE2">
      <w:numFmt w:val="none"/>
      <w:lvlText w:val=""/>
      <w:lvlJc w:val="left"/>
      <w:pPr>
        <w:tabs>
          <w:tab w:val="num" w:pos="360"/>
        </w:tabs>
      </w:pPr>
    </w:lvl>
    <w:lvl w:ilvl="4" w:tplc="4634B108">
      <w:numFmt w:val="none"/>
      <w:lvlText w:val=""/>
      <w:lvlJc w:val="left"/>
      <w:pPr>
        <w:tabs>
          <w:tab w:val="num" w:pos="360"/>
        </w:tabs>
      </w:pPr>
    </w:lvl>
    <w:lvl w:ilvl="5" w:tplc="F7D68C6E">
      <w:numFmt w:val="none"/>
      <w:lvlText w:val=""/>
      <w:lvlJc w:val="left"/>
      <w:pPr>
        <w:tabs>
          <w:tab w:val="num" w:pos="360"/>
        </w:tabs>
      </w:pPr>
    </w:lvl>
    <w:lvl w:ilvl="6" w:tplc="F9EEE9DA">
      <w:numFmt w:val="none"/>
      <w:lvlText w:val=""/>
      <w:lvlJc w:val="left"/>
      <w:pPr>
        <w:tabs>
          <w:tab w:val="num" w:pos="360"/>
        </w:tabs>
      </w:pPr>
    </w:lvl>
    <w:lvl w:ilvl="7" w:tplc="E31681E6">
      <w:numFmt w:val="none"/>
      <w:lvlText w:val=""/>
      <w:lvlJc w:val="left"/>
      <w:pPr>
        <w:tabs>
          <w:tab w:val="num" w:pos="360"/>
        </w:tabs>
      </w:pPr>
    </w:lvl>
    <w:lvl w:ilvl="8" w:tplc="F53A4CCE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16F5849"/>
    <w:multiLevelType w:val="hybridMultilevel"/>
    <w:tmpl w:val="2056CDE8"/>
    <w:lvl w:ilvl="0" w:tplc="72B2A316">
      <w:start w:val="1"/>
      <w:numFmt w:val="decimal"/>
      <w:lvlText w:val="%1."/>
      <w:lvlJc w:val="left"/>
      <w:pPr>
        <w:ind w:left="9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1A01CBE"/>
    <w:multiLevelType w:val="hybridMultilevel"/>
    <w:tmpl w:val="A5CCEECC"/>
    <w:lvl w:ilvl="0" w:tplc="737A99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57CA7"/>
    <w:multiLevelType w:val="hybridMultilevel"/>
    <w:tmpl w:val="8F7E4A86"/>
    <w:lvl w:ilvl="0" w:tplc="3C9CB1B2">
      <w:start w:val="1"/>
      <w:numFmt w:val="decimal"/>
      <w:lvlText w:val="%1."/>
      <w:lvlJc w:val="left"/>
      <w:pPr>
        <w:tabs>
          <w:tab w:val="num" w:pos="565"/>
        </w:tabs>
        <w:ind w:left="5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5"/>
        </w:tabs>
        <w:ind w:left="12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5"/>
        </w:tabs>
        <w:ind w:left="20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5"/>
        </w:tabs>
        <w:ind w:left="27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5"/>
        </w:tabs>
        <w:ind w:left="34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5"/>
        </w:tabs>
        <w:ind w:left="41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5"/>
        </w:tabs>
        <w:ind w:left="48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5"/>
        </w:tabs>
        <w:ind w:left="56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5"/>
        </w:tabs>
        <w:ind w:left="6325" w:hanging="180"/>
      </w:pPr>
    </w:lvl>
  </w:abstractNum>
  <w:abstractNum w:abstractNumId="7" w15:restartNumberingAfterBreak="0">
    <w:nsid w:val="27A10FE0"/>
    <w:multiLevelType w:val="hybridMultilevel"/>
    <w:tmpl w:val="CCF20F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7D2F88"/>
    <w:multiLevelType w:val="hybridMultilevel"/>
    <w:tmpl w:val="FD86A052"/>
    <w:lvl w:ilvl="0" w:tplc="F40E62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E733225"/>
    <w:multiLevelType w:val="multilevel"/>
    <w:tmpl w:val="7B2CB1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080"/>
      </w:pPr>
    </w:lvl>
  </w:abstractNum>
  <w:abstractNum w:abstractNumId="10" w15:restartNumberingAfterBreak="0">
    <w:nsid w:val="3246575B"/>
    <w:multiLevelType w:val="hybridMultilevel"/>
    <w:tmpl w:val="9AC28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7A99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A11DFD"/>
    <w:multiLevelType w:val="hybridMultilevel"/>
    <w:tmpl w:val="4692BE8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8D6BCA"/>
    <w:multiLevelType w:val="hybridMultilevel"/>
    <w:tmpl w:val="DB06221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ABE799A"/>
    <w:multiLevelType w:val="hybridMultilevel"/>
    <w:tmpl w:val="E402A098"/>
    <w:lvl w:ilvl="0" w:tplc="8DC8BF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209A2"/>
    <w:multiLevelType w:val="hybridMultilevel"/>
    <w:tmpl w:val="62A821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8"/>
  </w:num>
  <w:num w:numId="10">
    <w:abstractNumId w:val="10"/>
  </w:num>
  <w:num w:numId="11">
    <w:abstractNumId w:val="5"/>
  </w:num>
  <w:num w:numId="12">
    <w:abstractNumId w:val="12"/>
  </w:num>
  <w:num w:numId="13">
    <w:abstractNumId w:val="7"/>
  </w:num>
  <w:num w:numId="14">
    <w:abstractNumId w:val="13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07198"/>
    <w:rsid w:val="00010179"/>
    <w:rsid w:val="00043DDD"/>
    <w:rsid w:val="00044346"/>
    <w:rsid w:val="0004561B"/>
    <w:rsid w:val="000470BC"/>
    <w:rsid w:val="00097D31"/>
    <w:rsid w:val="000B20E9"/>
    <w:rsid w:val="000C3594"/>
    <w:rsid w:val="000C6BC6"/>
    <w:rsid w:val="000D05A0"/>
    <w:rsid w:val="000D4EAA"/>
    <w:rsid w:val="000D636C"/>
    <w:rsid w:val="000E6231"/>
    <w:rsid w:val="000F03B2"/>
    <w:rsid w:val="00115CE3"/>
    <w:rsid w:val="0011670F"/>
    <w:rsid w:val="001224B3"/>
    <w:rsid w:val="00140632"/>
    <w:rsid w:val="001408F8"/>
    <w:rsid w:val="0016136D"/>
    <w:rsid w:val="001654FC"/>
    <w:rsid w:val="00170971"/>
    <w:rsid w:val="00174BF8"/>
    <w:rsid w:val="00183393"/>
    <w:rsid w:val="001960DF"/>
    <w:rsid w:val="001A5FBD"/>
    <w:rsid w:val="001B202E"/>
    <w:rsid w:val="001B2D4C"/>
    <w:rsid w:val="001B67B5"/>
    <w:rsid w:val="001C32A8"/>
    <w:rsid w:val="001C7CE2"/>
    <w:rsid w:val="001D1741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F0247"/>
    <w:rsid w:val="0031556C"/>
    <w:rsid w:val="00322635"/>
    <w:rsid w:val="00357117"/>
    <w:rsid w:val="003714E1"/>
    <w:rsid w:val="0039621D"/>
    <w:rsid w:val="003A2384"/>
    <w:rsid w:val="003B184F"/>
    <w:rsid w:val="003D216B"/>
    <w:rsid w:val="003F318D"/>
    <w:rsid w:val="004127CB"/>
    <w:rsid w:val="0042451A"/>
    <w:rsid w:val="00463ADE"/>
    <w:rsid w:val="0048387B"/>
    <w:rsid w:val="00493CFE"/>
    <w:rsid w:val="004964FF"/>
    <w:rsid w:val="004A6BBB"/>
    <w:rsid w:val="004B60C9"/>
    <w:rsid w:val="004C4C05"/>
    <w:rsid w:val="004C74A2"/>
    <w:rsid w:val="005016A1"/>
    <w:rsid w:val="00515B5D"/>
    <w:rsid w:val="00527D95"/>
    <w:rsid w:val="00532ADC"/>
    <w:rsid w:val="00557763"/>
    <w:rsid w:val="0059284E"/>
    <w:rsid w:val="0059694A"/>
    <w:rsid w:val="005A2E8B"/>
    <w:rsid w:val="005A4B10"/>
    <w:rsid w:val="005B2800"/>
    <w:rsid w:val="005B3753"/>
    <w:rsid w:val="005C6B9A"/>
    <w:rsid w:val="005F6963"/>
    <w:rsid w:val="005F6D36"/>
    <w:rsid w:val="005F7562"/>
    <w:rsid w:val="005F7DEF"/>
    <w:rsid w:val="00610BFE"/>
    <w:rsid w:val="00615260"/>
    <w:rsid w:val="0062259D"/>
    <w:rsid w:val="00627E23"/>
    <w:rsid w:val="00631C5C"/>
    <w:rsid w:val="006F2075"/>
    <w:rsid w:val="007112E3"/>
    <w:rsid w:val="007143EE"/>
    <w:rsid w:val="007241D7"/>
    <w:rsid w:val="00724E8F"/>
    <w:rsid w:val="00732B80"/>
    <w:rsid w:val="00735804"/>
    <w:rsid w:val="007366F5"/>
    <w:rsid w:val="00750ABC"/>
    <w:rsid w:val="00751008"/>
    <w:rsid w:val="007567D6"/>
    <w:rsid w:val="007730BD"/>
    <w:rsid w:val="00773579"/>
    <w:rsid w:val="00796661"/>
    <w:rsid w:val="007969ED"/>
    <w:rsid w:val="007C7DCA"/>
    <w:rsid w:val="007D6FEF"/>
    <w:rsid w:val="007F12CE"/>
    <w:rsid w:val="007F4F01"/>
    <w:rsid w:val="007F5528"/>
    <w:rsid w:val="00807076"/>
    <w:rsid w:val="00826211"/>
    <w:rsid w:val="00830AB2"/>
    <w:rsid w:val="0083223B"/>
    <w:rsid w:val="0085503B"/>
    <w:rsid w:val="0085547B"/>
    <w:rsid w:val="00886A38"/>
    <w:rsid w:val="00896FA7"/>
    <w:rsid w:val="008A1D31"/>
    <w:rsid w:val="008E7ACF"/>
    <w:rsid w:val="008F2E0C"/>
    <w:rsid w:val="009110D2"/>
    <w:rsid w:val="0094023B"/>
    <w:rsid w:val="00942F7D"/>
    <w:rsid w:val="009A7968"/>
    <w:rsid w:val="009C2288"/>
    <w:rsid w:val="009C3417"/>
    <w:rsid w:val="009E588A"/>
    <w:rsid w:val="00A24EB9"/>
    <w:rsid w:val="00A333F8"/>
    <w:rsid w:val="00AA7E83"/>
    <w:rsid w:val="00AF0C78"/>
    <w:rsid w:val="00B0593F"/>
    <w:rsid w:val="00B12118"/>
    <w:rsid w:val="00B562C1"/>
    <w:rsid w:val="00B63641"/>
    <w:rsid w:val="00B74FB8"/>
    <w:rsid w:val="00B93B0A"/>
    <w:rsid w:val="00B94192"/>
    <w:rsid w:val="00BA4658"/>
    <w:rsid w:val="00BB7BCA"/>
    <w:rsid w:val="00BC4206"/>
    <w:rsid w:val="00BD2261"/>
    <w:rsid w:val="00BF274A"/>
    <w:rsid w:val="00C07FA6"/>
    <w:rsid w:val="00C27D11"/>
    <w:rsid w:val="00C8383A"/>
    <w:rsid w:val="00CC4111"/>
    <w:rsid w:val="00CC6C64"/>
    <w:rsid w:val="00CF25B5"/>
    <w:rsid w:val="00CF3559"/>
    <w:rsid w:val="00D01981"/>
    <w:rsid w:val="00D024DB"/>
    <w:rsid w:val="00D16434"/>
    <w:rsid w:val="00D52A9C"/>
    <w:rsid w:val="00D6559C"/>
    <w:rsid w:val="00D74B08"/>
    <w:rsid w:val="00D9081F"/>
    <w:rsid w:val="00DD4427"/>
    <w:rsid w:val="00E03E77"/>
    <w:rsid w:val="00E06FAE"/>
    <w:rsid w:val="00E11B07"/>
    <w:rsid w:val="00E3106C"/>
    <w:rsid w:val="00E41E47"/>
    <w:rsid w:val="00E727C9"/>
    <w:rsid w:val="00EB6799"/>
    <w:rsid w:val="00EE52DE"/>
    <w:rsid w:val="00EF37BA"/>
    <w:rsid w:val="00F35DED"/>
    <w:rsid w:val="00F63BDF"/>
    <w:rsid w:val="00F737E5"/>
    <w:rsid w:val="00F77260"/>
    <w:rsid w:val="00F825D0"/>
    <w:rsid w:val="00FA57B8"/>
    <w:rsid w:val="00FB764D"/>
    <w:rsid w:val="00FC50C1"/>
    <w:rsid w:val="00FC7754"/>
    <w:rsid w:val="00FD642B"/>
    <w:rsid w:val="00FE04D2"/>
    <w:rsid w:val="00FE125F"/>
    <w:rsid w:val="00FE73D1"/>
    <w:rsid w:val="00FE79E6"/>
    <w:rsid w:val="00FF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092141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uiPriority w:val="99"/>
    <w:rPr>
      <w:color w:val="808080"/>
    </w:rPr>
  </w:style>
  <w:style w:type="character" w:styleId="a8">
    <w:name w:val="Hyperlink"/>
    <w:uiPriority w:val="99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paragraph" w:styleId="ac">
    <w:name w:val="List"/>
    <w:basedOn w:val="aa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</w:style>
  <w:style w:type="paragraph" w:styleId="af2">
    <w:name w:val="footer"/>
    <w:basedOn w:val="a"/>
  </w:style>
  <w:style w:type="paragraph" w:styleId="af3">
    <w:name w:val="Balloon Text"/>
    <w:basedOn w:val="a"/>
    <w:uiPriority w:val="99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6"/>
    <w:next w:val="16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uiPriority w:val="59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paragraph" w:styleId="afd">
    <w:name w:val="Normal (Web)"/>
    <w:basedOn w:val="a"/>
    <w:uiPriority w:val="99"/>
    <w:rsid w:val="001224B3"/>
    <w:pPr>
      <w:suppressAutoHyphens w:val="0"/>
      <w:spacing w:before="100" w:beforeAutospacing="1" w:after="100" w:afterAutospacing="1" w:line="225" w:lineRule="atLeast"/>
    </w:pPr>
    <w:rPr>
      <w:rFonts w:ascii="Verdana" w:hAnsi="Verdana"/>
      <w:color w:val="000000"/>
      <w:sz w:val="18"/>
      <w:szCs w:val="18"/>
      <w:lang w:eastAsia="ru-RU"/>
    </w:rPr>
  </w:style>
  <w:style w:type="character" w:customStyle="1" w:styleId="col-xs-12">
    <w:name w:val="col-xs-12"/>
    <w:basedOn w:val="a0"/>
    <w:rsid w:val="001224B3"/>
  </w:style>
  <w:style w:type="paragraph" w:styleId="afe">
    <w:name w:val="Title"/>
    <w:basedOn w:val="a"/>
    <w:link w:val="aff"/>
    <w:qFormat/>
    <w:rsid w:val="00D024DB"/>
    <w:pPr>
      <w:suppressAutoHyphens w:val="0"/>
      <w:jc w:val="center"/>
    </w:pPr>
    <w:rPr>
      <w:b/>
      <w:bCs/>
      <w:lang w:val="en-US" w:eastAsia="ru-RU"/>
    </w:rPr>
  </w:style>
  <w:style w:type="character" w:customStyle="1" w:styleId="aff">
    <w:name w:val="Заголовок Знак"/>
    <w:basedOn w:val="a0"/>
    <w:link w:val="afe"/>
    <w:rsid w:val="00D024DB"/>
    <w:rPr>
      <w:b/>
      <w:bCs/>
      <w:sz w:val="24"/>
      <w:szCs w:val="24"/>
      <w:lang w:val="en-US"/>
    </w:rPr>
  </w:style>
  <w:style w:type="character" w:customStyle="1" w:styleId="ab">
    <w:name w:val="Основной текст Знак"/>
    <w:link w:val="aa"/>
    <w:rsid w:val="00D024DB"/>
    <w:rPr>
      <w:sz w:val="28"/>
      <w:szCs w:val="24"/>
      <w:lang w:eastAsia="zh-CN"/>
    </w:rPr>
  </w:style>
  <w:style w:type="paragraph" w:styleId="23">
    <w:name w:val="Body Text 2"/>
    <w:basedOn w:val="a"/>
    <w:link w:val="24"/>
    <w:rsid w:val="00D024DB"/>
    <w:pPr>
      <w:suppressAutoHyphens w:val="0"/>
      <w:jc w:val="center"/>
    </w:pPr>
    <w:rPr>
      <w:b/>
      <w:bCs/>
      <w:sz w:val="16"/>
      <w:lang w:val="en-US" w:eastAsia="ru-RU"/>
    </w:rPr>
  </w:style>
  <w:style w:type="character" w:customStyle="1" w:styleId="24">
    <w:name w:val="Основной текст 2 Знак"/>
    <w:basedOn w:val="a0"/>
    <w:link w:val="23"/>
    <w:rsid w:val="00D024DB"/>
    <w:rPr>
      <w:b/>
      <w:bCs/>
      <w:sz w:val="16"/>
      <w:szCs w:val="24"/>
      <w:lang w:val="en-US"/>
    </w:rPr>
  </w:style>
  <w:style w:type="paragraph" w:customStyle="1" w:styleId="ConsPlusTitle">
    <w:name w:val="ConsPlusTitle"/>
    <w:uiPriority w:val="99"/>
    <w:rsid w:val="00D024D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Title">
    <w:name w:val="ConsTitle"/>
    <w:rsid w:val="00D024D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link w:val="1"/>
    <w:uiPriority w:val="9"/>
    <w:rsid w:val="00D024DB"/>
    <w:rPr>
      <w:sz w:val="28"/>
      <w:szCs w:val="24"/>
      <w:lang w:eastAsia="zh-CN"/>
    </w:rPr>
  </w:style>
  <w:style w:type="paragraph" w:customStyle="1" w:styleId="19">
    <w:name w:val="Без интервала1"/>
    <w:rsid w:val="001408F8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BB5F5-CC17-42A8-9546-1D3E1C3F0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78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1</cp:lastModifiedBy>
  <cp:revision>24</cp:revision>
  <cp:lastPrinted>2025-04-17T14:56:00Z</cp:lastPrinted>
  <dcterms:created xsi:type="dcterms:W3CDTF">2024-09-17T11:41:00Z</dcterms:created>
  <dcterms:modified xsi:type="dcterms:W3CDTF">2025-04-17T15:28:00Z</dcterms:modified>
</cp:coreProperties>
</file>